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353" w:rsidRPr="0015056D" w:rsidRDefault="00A44353" w:rsidP="00A4435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Allegato 3.2: S</w:t>
      </w:r>
      <w:r w:rsidRPr="0015056D">
        <w:rPr>
          <w:rFonts w:ascii="Times New Roman" w:hAnsi="Times New Roman" w:cs="Times New Roman"/>
          <w:b/>
          <w:sz w:val="24"/>
          <w:szCs w:val="24"/>
        </w:rPr>
        <w:t>oluzioni</w:t>
      </w:r>
    </w:p>
    <w:p w:rsidR="00A44353" w:rsidRDefault="00A44353" w:rsidP="00A44353">
      <w:pPr>
        <w:rPr>
          <w:rFonts w:ascii="Times New Roman" w:hAnsi="Times New Roman" w:cs="Times New Roman"/>
          <w:sz w:val="24"/>
          <w:szCs w:val="24"/>
        </w:rPr>
      </w:pPr>
    </w:p>
    <w:p w:rsidR="00A44353" w:rsidRPr="00E136EE" w:rsidRDefault="00A44353" w:rsidP="00A443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/>
          <w:noProof/>
          <w:lang w:eastAsia="it-CH"/>
        </w:rPr>
        <w:drawing>
          <wp:inline distT="0" distB="0" distL="0" distR="0" wp14:anchorId="27AF93E6" wp14:editId="15C9B806">
            <wp:extent cx="5400040" cy="4014149"/>
            <wp:effectExtent l="0" t="0" r="10160" b="0"/>
            <wp:docPr id="2" name="Immagine 11" descr="Sviluppi cubo 1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viluppi cubo 1.eps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014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0634" w:rsidRDefault="00B30634">
      <w:bookmarkStart w:id="0" w:name="_GoBack"/>
      <w:bookmarkEnd w:id="0"/>
    </w:p>
    <w:sectPr w:rsidR="00B30634" w:rsidSect="00E545D2">
      <w:pgSz w:w="11906" w:h="16838" w:code="9"/>
      <w:pgMar w:top="1701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353"/>
    <w:rsid w:val="00A44353"/>
    <w:rsid w:val="00B30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2CF4E45-3855-499F-9977-287AADD75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4435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3EAB3B36</Template>
  <TotalTime>0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Servizio Informatico TI-EDU - USI-SUPSI</Company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Panero Monica</dc:creator>
  <cp:keywords/>
  <dc:description/>
  <cp:lastModifiedBy>Panero Monica</cp:lastModifiedBy>
  <cp:revision>1</cp:revision>
  <dcterms:created xsi:type="dcterms:W3CDTF">2019-03-20T16:43:00Z</dcterms:created>
  <dcterms:modified xsi:type="dcterms:W3CDTF">2019-03-20T16:43:00Z</dcterms:modified>
</cp:coreProperties>
</file>